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1321CED5" w:rsidR="004E36AD" w:rsidRPr="002974AF" w:rsidRDefault="004E36AD" w:rsidP="00690137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="00B559F7">
        <w:rPr>
          <w:b/>
          <w:lang w:val="en-GB"/>
        </w:rPr>
        <w:t xml:space="preserve"> 17-ss00</w:t>
      </w:r>
      <w:r w:rsidR="00AD2C2E">
        <w:rPr>
          <w:b/>
          <w:lang w:val="en-GB"/>
        </w:rPr>
        <w:t>5</w:t>
      </w:r>
      <w:r w:rsidR="00B559F7">
        <w:rPr>
          <w:b/>
          <w:lang w:val="en-GB"/>
        </w:rPr>
        <w:t>-25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2341F237" w:rsidR="004E36AD" w:rsidRPr="00A83773" w:rsidRDefault="004E36AD" w:rsidP="004E36AD">
      <w:pPr>
        <w:spacing w:before="120"/>
        <w:jc w:val="both"/>
        <w:rPr>
          <w:rFonts w:ascii="Calibri" w:hAnsi="Calibri" w:cs="Calibri"/>
        </w:rPr>
      </w:pPr>
      <w:r w:rsidRPr="00A83773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75C1" w:rsidRPr="00A83773">
        <w:rPr>
          <w:rFonts w:ascii="Calibri" w:hAnsi="Calibri" w:cs="Calibri"/>
        </w:rPr>
        <w:t>Kiribati Public Procurement Web</w:t>
      </w:r>
      <w:r w:rsidRPr="00A83773">
        <w:rPr>
          <w:rFonts w:ascii="Calibri" w:hAnsi="Calibri" w:cs="Calibri"/>
        </w:rPr>
        <w:t xml:space="preserve"> </w:t>
      </w:r>
      <w:r w:rsidR="00D80D8E" w:rsidRPr="00A83773">
        <w:rPr>
          <w:rFonts w:ascii="Calibri" w:hAnsi="Calibri" w:cs="Calibri"/>
        </w:rPr>
        <w:t>Portal</w:t>
      </w:r>
      <w:r w:rsidRPr="00A83773">
        <w:rPr>
          <w:rFonts w:ascii="Calibri" w:hAnsi="Calibri" w:cs="Calibri"/>
        </w:rPr>
        <w:t xml:space="preserve"> (</w:t>
      </w:r>
      <w:hyperlink r:id="rId11" w:history="1">
        <w:r w:rsidR="000F25FC" w:rsidRPr="00A83773">
          <w:rPr>
            <w:rStyle w:val="Hyperlink"/>
          </w:rPr>
          <w:t>Tender List | Central Procurement Unit</w:t>
        </w:r>
      </w:hyperlink>
      <w:r w:rsidRPr="00A83773">
        <w:rPr>
          <w:rFonts w:ascii="Calibri" w:hAnsi="Calibri" w:cs="Calibri"/>
        </w:rPr>
        <w:t xml:space="preserve">) </w:t>
      </w:r>
      <w:r w:rsidRPr="00A83773">
        <w:rPr>
          <w:rFonts w:ascii="Calibri" w:hAnsi="Calibri" w:cs="Calibri"/>
          <w:u w:val="single"/>
        </w:rPr>
        <w:t>or</w:t>
      </w:r>
      <w:r w:rsidRPr="00A83773">
        <w:rPr>
          <w:rFonts w:ascii="Calibri" w:hAnsi="Calibri" w:cs="Calibri"/>
        </w:rPr>
        <w:t xml:space="preserve"> sent directly </w:t>
      </w:r>
      <w:r w:rsidR="00690137" w:rsidRPr="00A83773">
        <w:rPr>
          <w:rFonts w:ascii="Calibri" w:hAnsi="Calibri" w:cs="Calibri"/>
        </w:rPr>
        <w:t xml:space="preserve">to </w:t>
      </w:r>
      <w:r w:rsidRPr="00A83773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75C1" w:rsidRPr="00A83773">
        <w:rPr>
          <w:rFonts w:ascii="Calibri" w:hAnsi="Calibri" w:cs="Calibri"/>
        </w:rPr>
        <w:t>5-9</w:t>
      </w:r>
      <w:r w:rsidRPr="00A83773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83773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83773" w14:paraId="07FCC147" w14:textId="77777777" w:rsidTr="00A761AF">
        <w:trPr>
          <w:trHeight w:val="416"/>
        </w:trPr>
        <w:tc>
          <w:tcPr>
            <w:tcW w:w="4673" w:type="dxa"/>
          </w:tcPr>
          <w:p w14:paraId="1F083020" w14:textId="77777777" w:rsidR="00B0293A" w:rsidRPr="00A83773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182AEE6E" w14:textId="77777777" w:rsidR="00B0293A" w:rsidRPr="00A83773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209AB48" w14:textId="3074168D" w:rsidR="00B0293A" w:rsidRPr="00A83773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83773" w14:paraId="28B1BC3C" w14:textId="77777777" w:rsidTr="00F9710B">
        <w:tc>
          <w:tcPr>
            <w:tcW w:w="4673" w:type="dxa"/>
          </w:tcPr>
          <w:p w14:paraId="462D669A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</w:tcPr>
          <w:p w14:paraId="56C60DEA" w14:textId="3DCC2AD5" w:rsidR="00B0293A" w:rsidRPr="00A83773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0710C066" w14:textId="78295FFE" w:rsidR="00B0293A" w:rsidRPr="00A83773" w:rsidRDefault="009974EC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780A1A">
              <w:rPr>
                <w:rFonts w:ascii="Calibri" w:hAnsi="Calibri"/>
                <w:szCs w:val="20"/>
              </w:rPr>
              <w:t>1</w:t>
            </w:r>
            <w:r w:rsidR="002E5266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2</w:t>
            </w:r>
            <w:r w:rsidR="002E5266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A83773" w14:paraId="4D9567D4" w14:textId="77777777" w:rsidTr="00F9710B">
        <w:tc>
          <w:tcPr>
            <w:tcW w:w="4673" w:type="dxa"/>
          </w:tcPr>
          <w:p w14:paraId="34AF4BE9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</w:tcPr>
          <w:p w14:paraId="440009ED" w14:textId="77777777" w:rsidR="00B0293A" w:rsidRPr="00A83773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5089B299" w14:textId="308EB9EE" w:rsidR="00B0293A" w:rsidRPr="00A83773" w:rsidRDefault="00F30203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</w:t>
            </w:r>
            <w:r w:rsidR="00B559F7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12</w:t>
            </w:r>
            <w:r w:rsidR="00B559F7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83773" w14:paraId="2E8E3BDC" w14:textId="77777777" w:rsidTr="00F9710B">
        <w:tc>
          <w:tcPr>
            <w:tcW w:w="4673" w:type="dxa"/>
          </w:tcPr>
          <w:p w14:paraId="2D4664AB" w14:textId="11017F4A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A83773">
              <w:rPr>
                <w:rFonts w:cs="Calibri"/>
                <w:sz w:val="24"/>
                <w:szCs w:val="24"/>
              </w:rPr>
              <w:t xml:space="preserve">to </w:t>
            </w:r>
            <w:r w:rsidRPr="00A83773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</w:tcPr>
          <w:p w14:paraId="0090B8D6" w14:textId="21600EC1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4B0F8C82" w14:textId="21E6D3CE" w:rsidR="00B0293A" w:rsidRPr="00A83773" w:rsidRDefault="00F3020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B559F7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12</w:t>
            </w:r>
            <w:r w:rsidR="00B559F7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83773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</w:tcPr>
          <w:p w14:paraId="57B4FCB0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54EDF67" w14:textId="77777777" w:rsidR="00B0293A" w:rsidRPr="00A83773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vAlign w:val="center"/>
          </w:tcPr>
          <w:p w14:paraId="4DDD48BC" w14:textId="22DF54D7" w:rsidR="00B0293A" w:rsidRPr="00A83773" w:rsidRDefault="00780A1A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F30203">
              <w:rPr>
                <w:rFonts w:ascii="Calibri" w:hAnsi="Calibri"/>
                <w:szCs w:val="20"/>
              </w:rPr>
              <w:t>5</w:t>
            </w:r>
            <w:r w:rsidR="002E5266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2E5266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26</w:t>
            </w:r>
          </w:p>
        </w:tc>
      </w:tr>
      <w:tr w:rsidR="00B0293A" w:rsidRPr="00A83773" w14:paraId="1D91F0FB" w14:textId="77777777" w:rsidTr="00F9710B">
        <w:tc>
          <w:tcPr>
            <w:tcW w:w="4673" w:type="dxa"/>
          </w:tcPr>
          <w:p w14:paraId="26733970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2D6F368F" w14:textId="47871929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E8CE09F" w14:textId="2672A49D" w:rsidR="00B0293A" w:rsidRPr="00A83773" w:rsidRDefault="00780A1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F30203">
              <w:rPr>
                <w:rFonts w:ascii="Calibri" w:hAnsi="Calibri"/>
                <w:szCs w:val="20"/>
              </w:rPr>
              <w:t>6</w:t>
            </w:r>
            <w:r w:rsidR="002E5266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2E5266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6</w:t>
            </w:r>
          </w:p>
        </w:tc>
      </w:tr>
      <w:tr w:rsidR="00B0293A" w:rsidRPr="00A83773" w14:paraId="5319267B" w14:textId="77777777" w:rsidTr="00F9710B">
        <w:tc>
          <w:tcPr>
            <w:tcW w:w="4673" w:type="dxa"/>
          </w:tcPr>
          <w:p w14:paraId="7C5FEA8D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06B62228" w14:textId="4F6D8EED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449178D" w14:textId="0957EE1B" w:rsidR="00B0293A" w:rsidRPr="00A83773" w:rsidRDefault="00780A1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F30203">
              <w:rPr>
                <w:rFonts w:ascii="Calibri" w:hAnsi="Calibri"/>
                <w:szCs w:val="20"/>
              </w:rPr>
              <w:t>7</w:t>
            </w:r>
            <w:r w:rsidR="002E5266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2E5266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6</w:t>
            </w:r>
          </w:p>
        </w:tc>
      </w:tr>
      <w:tr w:rsidR="00B0293A" w:rsidRPr="00A83773" w14:paraId="603C6C3A" w14:textId="77777777" w:rsidTr="00F9710B">
        <w:tc>
          <w:tcPr>
            <w:tcW w:w="4673" w:type="dxa"/>
          </w:tcPr>
          <w:p w14:paraId="468A46DD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41CD7928" w14:textId="5BE95EA8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02ADCA74" w14:textId="41BF66BD" w:rsidR="00B0293A" w:rsidRPr="00A83773" w:rsidRDefault="00780A1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F30203">
              <w:rPr>
                <w:rFonts w:ascii="Calibri" w:hAnsi="Calibri"/>
                <w:szCs w:val="20"/>
              </w:rPr>
              <w:t>8</w:t>
            </w:r>
            <w:r>
              <w:rPr>
                <w:rFonts w:ascii="Calibri" w:hAnsi="Calibri"/>
                <w:szCs w:val="20"/>
              </w:rPr>
              <w:t>/01/26</w:t>
            </w:r>
          </w:p>
        </w:tc>
      </w:tr>
      <w:tr w:rsidR="00B0293A" w:rsidRPr="00A83773" w14:paraId="405F2EC0" w14:textId="77777777" w:rsidTr="00F9710B">
        <w:tc>
          <w:tcPr>
            <w:tcW w:w="4673" w:type="dxa"/>
          </w:tcPr>
          <w:p w14:paraId="64B1558C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022BDB2B" w14:textId="378B2A42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6783A509" w14:textId="1F3D3AA3" w:rsidR="00B0293A" w:rsidRPr="00A83773" w:rsidRDefault="00780A1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F30203">
              <w:rPr>
                <w:rFonts w:ascii="Calibri" w:hAnsi="Calibri"/>
                <w:szCs w:val="20"/>
              </w:rPr>
              <w:t>9</w:t>
            </w:r>
            <w:r>
              <w:rPr>
                <w:rFonts w:ascii="Calibri" w:hAnsi="Calibri"/>
                <w:szCs w:val="20"/>
              </w:rPr>
              <w:t>/01/26</w:t>
            </w:r>
          </w:p>
        </w:tc>
      </w:tr>
      <w:tr w:rsidR="00B0293A" w:rsidRPr="00A33618" w14:paraId="169855ED" w14:textId="77777777" w:rsidTr="00F9710B">
        <w:tc>
          <w:tcPr>
            <w:tcW w:w="4673" w:type="dxa"/>
          </w:tcPr>
          <w:p w14:paraId="4995C7A1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12184960" w14:textId="77777777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48C3B234" w14:textId="636CAE8D" w:rsidR="00B0293A" w:rsidRPr="00532E97" w:rsidRDefault="00F3020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780A1A">
              <w:rPr>
                <w:rFonts w:ascii="Calibri" w:hAnsi="Calibri"/>
                <w:szCs w:val="20"/>
              </w:rPr>
              <w:t>/01/26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563DC2A0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2974AF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586C5" w14:textId="77777777" w:rsidR="00105C09" w:rsidRDefault="00105C09">
      <w:r>
        <w:separator/>
      </w:r>
    </w:p>
  </w:endnote>
  <w:endnote w:type="continuationSeparator" w:id="0">
    <w:p w14:paraId="568B366F" w14:textId="77777777" w:rsidR="00105C09" w:rsidRDefault="00105C09">
      <w:r>
        <w:continuationSeparator/>
      </w:r>
    </w:p>
  </w:endnote>
  <w:endnote w:type="continuationNotice" w:id="1">
    <w:p w14:paraId="5937309C" w14:textId="77777777" w:rsidR="00105C09" w:rsidRDefault="00105C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3DB78079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30203">
      <w:rPr>
        <w:noProof/>
      </w:rPr>
      <w:t>2025-12-11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58BBB" w14:textId="77777777" w:rsidR="00105C09" w:rsidRDefault="00105C09">
      <w:r>
        <w:separator/>
      </w:r>
    </w:p>
  </w:footnote>
  <w:footnote w:type="continuationSeparator" w:id="0">
    <w:p w14:paraId="329B8BB2" w14:textId="77777777" w:rsidR="00105C09" w:rsidRDefault="00105C09">
      <w:r>
        <w:continuationSeparator/>
      </w:r>
    </w:p>
  </w:footnote>
  <w:footnote w:type="continuationNotice" w:id="1">
    <w:p w14:paraId="1C7AC2EF" w14:textId="77777777" w:rsidR="00105C09" w:rsidRDefault="00105C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5B07BDAA" w:rsidR="00133D55" w:rsidRPr="00141577" w:rsidRDefault="002974AF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940070">
    <w:abstractNumId w:val="1"/>
  </w:num>
  <w:num w:numId="2" w16cid:durableId="383070348">
    <w:abstractNumId w:val="10"/>
  </w:num>
  <w:num w:numId="3" w16cid:durableId="1196966317">
    <w:abstractNumId w:val="11"/>
  </w:num>
  <w:num w:numId="4" w16cid:durableId="1827549566">
    <w:abstractNumId w:val="4"/>
  </w:num>
  <w:num w:numId="5" w16cid:durableId="2130850252">
    <w:abstractNumId w:val="3"/>
  </w:num>
  <w:num w:numId="6" w16cid:durableId="1467427621">
    <w:abstractNumId w:val="7"/>
  </w:num>
  <w:num w:numId="7" w16cid:durableId="684525240">
    <w:abstractNumId w:val="5"/>
  </w:num>
  <w:num w:numId="8" w16cid:durableId="1743528015">
    <w:abstractNumId w:val="9"/>
  </w:num>
  <w:num w:numId="9" w16cid:durableId="1966764655">
    <w:abstractNumId w:val="0"/>
  </w:num>
  <w:num w:numId="10" w16cid:durableId="338974050">
    <w:abstractNumId w:val="8"/>
  </w:num>
  <w:num w:numId="11" w16cid:durableId="1183474479">
    <w:abstractNumId w:val="2"/>
  </w:num>
  <w:num w:numId="12" w16cid:durableId="36661236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5BF"/>
    <w:rsid w:val="00055D4A"/>
    <w:rsid w:val="0006191C"/>
    <w:rsid w:val="00063557"/>
    <w:rsid w:val="000644F4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5FC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5C0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6217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E7718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5E3E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02D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266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C6B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4FD5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61E"/>
    <w:rsid w:val="004B42C4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4F7AA9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7C4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BCE"/>
    <w:rsid w:val="00601F98"/>
    <w:rsid w:val="006021ED"/>
    <w:rsid w:val="006024A3"/>
    <w:rsid w:val="00602BF6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87F26"/>
    <w:rsid w:val="00690137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580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07E01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0A1A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0B9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99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4EC"/>
    <w:rsid w:val="00997B5D"/>
    <w:rsid w:val="009A2D95"/>
    <w:rsid w:val="009A30D6"/>
    <w:rsid w:val="009A4E7E"/>
    <w:rsid w:val="009A5F9C"/>
    <w:rsid w:val="009A7908"/>
    <w:rsid w:val="009B0373"/>
    <w:rsid w:val="009B041C"/>
    <w:rsid w:val="009B0D6C"/>
    <w:rsid w:val="009B0E11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5D35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5C31"/>
    <w:rsid w:val="00A71246"/>
    <w:rsid w:val="00A74C87"/>
    <w:rsid w:val="00A755AB"/>
    <w:rsid w:val="00A761AF"/>
    <w:rsid w:val="00A77489"/>
    <w:rsid w:val="00A805A8"/>
    <w:rsid w:val="00A80A74"/>
    <w:rsid w:val="00A83773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2E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9F7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77F4D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D6AA2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45D3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1953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003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06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4FB7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4121"/>
    <w:rsid w:val="00EC51A1"/>
    <w:rsid w:val="00ED10DE"/>
    <w:rsid w:val="00ED1288"/>
    <w:rsid w:val="00ED463D"/>
    <w:rsid w:val="00ED6A7D"/>
    <w:rsid w:val="00EE1027"/>
    <w:rsid w:val="00EE49F6"/>
    <w:rsid w:val="00EE5C29"/>
    <w:rsid w:val="00EE651A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0203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D1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6E7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75CF50-787E-4DEA-90A2-7B98E0AE437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28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1306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25</cp:revision>
  <cp:lastPrinted>2013-10-18T08:32:00Z</cp:lastPrinted>
  <dcterms:created xsi:type="dcterms:W3CDTF">2020-07-06T12:40:00Z</dcterms:created>
  <dcterms:modified xsi:type="dcterms:W3CDTF">2025-12-10T23:40:00Z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